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0C4" w:rsidRPr="008C3027" w:rsidRDefault="00E550C4" w:rsidP="00656655">
      <w:pPr>
        <w:spacing w:line="276" w:lineRule="auto"/>
        <w:jc w:val="center"/>
        <w:rPr>
          <w:sz w:val="28"/>
          <w:szCs w:val="28"/>
        </w:rPr>
      </w:pPr>
      <w:r w:rsidRPr="006441F7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Описание: Описание: gerb3" style="width:46.5pt;height:81pt;visibility:visible">
            <v:imagedata r:id="rId4" o:title=""/>
          </v:shape>
        </w:pict>
      </w:r>
    </w:p>
    <w:p w:rsidR="00E550C4" w:rsidRPr="008C3027" w:rsidRDefault="00E550C4" w:rsidP="00656655">
      <w:pPr>
        <w:jc w:val="center"/>
        <w:rPr>
          <w:sz w:val="28"/>
          <w:szCs w:val="28"/>
        </w:rPr>
      </w:pPr>
      <w:r w:rsidRPr="008C3027">
        <w:rPr>
          <w:sz w:val="28"/>
          <w:szCs w:val="28"/>
        </w:rPr>
        <w:t>Российская Федерация</w:t>
      </w:r>
    </w:p>
    <w:p w:rsidR="00E550C4" w:rsidRPr="008C3027" w:rsidRDefault="00E550C4" w:rsidP="00656655">
      <w:pPr>
        <w:jc w:val="center"/>
        <w:rPr>
          <w:sz w:val="28"/>
          <w:szCs w:val="28"/>
        </w:rPr>
      </w:pPr>
      <w:r w:rsidRPr="008C3027">
        <w:rPr>
          <w:sz w:val="28"/>
          <w:szCs w:val="28"/>
        </w:rPr>
        <w:t>Новгородская область</w:t>
      </w:r>
    </w:p>
    <w:p w:rsidR="00E550C4" w:rsidRPr="008C3027" w:rsidRDefault="00E550C4" w:rsidP="00656655">
      <w:pPr>
        <w:ind w:left="360"/>
        <w:jc w:val="center"/>
        <w:rPr>
          <w:bCs/>
          <w:sz w:val="28"/>
          <w:szCs w:val="28"/>
        </w:rPr>
      </w:pPr>
      <w:r w:rsidRPr="008C3027">
        <w:rPr>
          <w:bCs/>
          <w:sz w:val="28"/>
          <w:szCs w:val="28"/>
        </w:rPr>
        <w:t>Дума Волотовского муниципального района</w:t>
      </w:r>
    </w:p>
    <w:p w:rsidR="00E550C4" w:rsidRPr="008C3027" w:rsidRDefault="00E550C4" w:rsidP="00656655">
      <w:pPr>
        <w:rPr>
          <w:b/>
          <w:bCs/>
          <w:sz w:val="28"/>
          <w:szCs w:val="28"/>
        </w:rPr>
      </w:pPr>
    </w:p>
    <w:p w:rsidR="00E550C4" w:rsidRPr="008C3027" w:rsidRDefault="00E550C4" w:rsidP="00656655">
      <w:pPr>
        <w:jc w:val="center"/>
        <w:rPr>
          <w:b/>
          <w:bCs/>
          <w:sz w:val="28"/>
          <w:szCs w:val="28"/>
        </w:rPr>
      </w:pPr>
      <w:r w:rsidRPr="008C3027">
        <w:rPr>
          <w:b/>
          <w:bCs/>
          <w:sz w:val="28"/>
          <w:szCs w:val="28"/>
        </w:rPr>
        <w:t>Р Е Ш Е Н И Е</w:t>
      </w:r>
    </w:p>
    <w:p w:rsidR="00E550C4" w:rsidRDefault="00E550C4" w:rsidP="00F56DC3">
      <w:pPr>
        <w:keepNext/>
        <w:keepLines/>
        <w:rPr>
          <w:sz w:val="28"/>
          <w:szCs w:val="28"/>
        </w:rPr>
      </w:pPr>
    </w:p>
    <w:p w:rsidR="00E550C4" w:rsidRDefault="00E550C4" w:rsidP="00F56DC3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>от   31.01.2019    № 269</w:t>
      </w:r>
    </w:p>
    <w:p w:rsidR="00E550C4" w:rsidRDefault="00E550C4" w:rsidP="00F56DC3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>п. Волот</w:t>
      </w:r>
    </w:p>
    <w:p w:rsidR="00E550C4" w:rsidRDefault="00E550C4" w:rsidP="00D92690">
      <w:pPr>
        <w:ind w:right="-6"/>
        <w:jc w:val="both"/>
        <w:rPr>
          <w:sz w:val="28"/>
          <w:szCs w:val="28"/>
        </w:rPr>
      </w:pPr>
    </w:p>
    <w:p w:rsidR="00E550C4" w:rsidRDefault="00E550C4" w:rsidP="00D92690">
      <w:pPr>
        <w:ind w:right="-6"/>
        <w:jc w:val="both"/>
        <w:rPr>
          <w:sz w:val="28"/>
          <w:szCs w:val="28"/>
        </w:rPr>
      </w:pPr>
    </w:p>
    <w:p w:rsidR="00E550C4" w:rsidRDefault="00E550C4" w:rsidP="00D92690">
      <w:pPr>
        <w:ind w:right="4818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структуру Администрации Волотовского муниципального района</w:t>
      </w:r>
    </w:p>
    <w:p w:rsidR="00E550C4" w:rsidRDefault="00E550C4" w:rsidP="00D92690">
      <w:pPr>
        <w:ind w:right="-6"/>
        <w:jc w:val="both"/>
        <w:rPr>
          <w:sz w:val="28"/>
          <w:szCs w:val="28"/>
        </w:rPr>
      </w:pPr>
    </w:p>
    <w:p w:rsidR="00E550C4" w:rsidRDefault="00E550C4" w:rsidP="00D92690">
      <w:pPr>
        <w:ind w:right="-6"/>
        <w:jc w:val="both"/>
        <w:rPr>
          <w:sz w:val="28"/>
          <w:szCs w:val="28"/>
        </w:rPr>
      </w:pPr>
    </w:p>
    <w:p w:rsidR="00E550C4" w:rsidRDefault="00E550C4" w:rsidP="00D926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Волотовского муниципального района, Дума Волотовского муниципального района</w:t>
      </w:r>
    </w:p>
    <w:p w:rsidR="00E550C4" w:rsidRPr="00D92690" w:rsidRDefault="00E550C4" w:rsidP="00D92690">
      <w:pPr>
        <w:ind w:firstLine="709"/>
        <w:jc w:val="both"/>
        <w:rPr>
          <w:b/>
          <w:bCs/>
          <w:sz w:val="28"/>
          <w:szCs w:val="28"/>
        </w:rPr>
      </w:pPr>
      <w:r w:rsidRPr="00D92690">
        <w:rPr>
          <w:b/>
          <w:bCs/>
          <w:sz w:val="28"/>
          <w:szCs w:val="28"/>
        </w:rPr>
        <w:t>РЕШИЛА:</w:t>
      </w:r>
    </w:p>
    <w:p w:rsidR="00E550C4" w:rsidRPr="00F35441" w:rsidRDefault="00E550C4" w:rsidP="00F35441">
      <w:pPr>
        <w:pStyle w:val="NormalWeb"/>
        <w:shd w:val="clear" w:color="auto" w:fill="FFFFFF"/>
        <w:ind w:firstLine="709"/>
        <w:jc w:val="both"/>
        <w:rPr>
          <w:rFonts w:ascii="Helvetica" w:hAnsi="Helvetica" w:cs="Helvetica"/>
          <w:sz w:val="28"/>
          <w:szCs w:val="28"/>
        </w:rPr>
      </w:pPr>
      <w:r>
        <w:rPr>
          <w:sz w:val="28"/>
          <w:szCs w:val="28"/>
        </w:rPr>
        <w:t>1. Внести изменения в структуру Администрации Волотовского муниципального района, утвержденную решением Думы Волотовского муниципального района от 27.12.2017 № 192, исключив пункт 2.2</w:t>
      </w:r>
      <w:bookmarkStart w:id="0" w:name="_GoBack"/>
      <w:bookmarkEnd w:id="0"/>
      <w:r>
        <w:rPr>
          <w:sz w:val="28"/>
          <w:szCs w:val="28"/>
        </w:rPr>
        <w:t xml:space="preserve"> «2.2. Комитет по социальной защите населения Администрации», раздела </w:t>
      </w:r>
      <w:r w:rsidRPr="00F35441">
        <w:rPr>
          <w:sz w:val="28"/>
          <w:szCs w:val="28"/>
        </w:rPr>
        <w:t xml:space="preserve">2. </w:t>
      </w:r>
      <w:r>
        <w:rPr>
          <w:sz w:val="28"/>
          <w:szCs w:val="28"/>
        </w:rPr>
        <w:t>«</w:t>
      </w:r>
      <w:r w:rsidRPr="00F35441">
        <w:rPr>
          <w:sz w:val="28"/>
          <w:szCs w:val="28"/>
        </w:rPr>
        <w:t xml:space="preserve">Отраслевые органы Администрации, учрежденные в качестве юридических </w:t>
      </w:r>
      <w:r>
        <w:rPr>
          <w:sz w:val="28"/>
          <w:szCs w:val="28"/>
        </w:rPr>
        <w:t>лиц».</w:t>
      </w:r>
    </w:p>
    <w:p w:rsidR="00E550C4" w:rsidRDefault="00E550C4" w:rsidP="00D926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E2538">
        <w:rPr>
          <w:sz w:val="28"/>
          <w:szCs w:val="28"/>
        </w:rPr>
        <w:t>Опубликовать решение в муниципальной газете «Волотовский</w:t>
      </w:r>
      <w:r>
        <w:rPr>
          <w:sz w:val="28"/>
          <w:szCs w:val="28"/>
        </w:rPr>
        <w:t xml:space="preserve"> вестник» и на официальном сайте Администрации муниципального района в информационно – телекоммуникационной сети «Интернет».</w:t>
      </w:r>
    </w:p>
    <w:p w:rsidR="00E550C4" w:rsidRDefault="00E550C4" w:rsidP="00D92690">
      <w:pPr>
        <w:jc w:val="both"/>
        <w:rPr>
          <w:sz w:val="28"/>
          <w:szCs w:val="28"/>
        </w:rPr>
      </w:pPr>
    </w:p>
    <w:p w:rsidR="00E550C4" w:rsidRDefault="00E550C4" w:rsidP="00D92690">
      <w:pPr>
        <w:ind w:right="-6"/>
        <w:jc w:val="both"/>
        <w:rPr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785"/>
        <w:gridCol w:w="4785"/>
      </w:tblGrid>
      <w:tr w:rsidR="00E550C4">
        <w:tc>
          <w:tcPr>
            <w:tcW w:w="4785" w:type="dxa"/>
          </w:tcPr>
          <w:p w:rsidR="00E550C4" w:rsidRDefault="00E550C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Глава   Волотовского муниципального района   </w:t>
            </w:r>
          </w:p>
          <w:p w:rsidR="00E550C4" w:rsidRDefault="00E550C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А.И. Лыжов</w:t>
            </w:r>
          </w:p>
          <w:p w:rsidR="00E550C4" w:rsidRDefault="00E550C4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E550C4" w:rsidRDefault="00E550C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E550C4" w:rsidRDefault="00E550C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Председатель      Думы </w:t>
            </w:r>
          </w:p>
          <w:p w:rsidR="00E550C4" w:rsidRDefault="00E550C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Волотовского муниципального</w:t>
            </w:r>
          </w:p>
          <w:p w:rsidR="00E550C4" w:rsidRDefault="00E550C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района                        Г.А.Лебедева</w:t>
            </w:r>
          </w:p>
          <w:p w:rsidR="00E550C4" w:rsidRDefault="00E550C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E550C4" w:rsidRDefault="00E550C4" w:rsidP="00F35441">
      <w:pPr>
        <w:ind w:right="-6"/>
        <w:jc w:val="right"/>
      </w:pPr>
    </w:p>
    <w:sectPr w:rsidR="00E550C4" w:rsidSect="00737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2690"/>
    <w:rsid w:val="000E2538"/>
    <w:rsid w:val="001E01AC"/>
    <w:rsid w:val="002940AE"/>
    <w:rsid w:val="002D63F9"/>
    <w:rsid w:val="00354C0A"/>
    <w:rsid w:val="0035698F"/>
    <w:rsid w:val="00405E70"/>
    <w:rsid w:val="004418B4"/>
    <w:rsid w:val="00473CD0"/>
    <w:rsid w:val="00491659"/>
    <w:rsid w:val="00493C64"/>
    <w:rsid w:val="00543A4F"/>
    <w:rsid w:val="005D2267"/>
    <w:rsid w:val="006441F7"/>
    <w:rsid w:val="00656655"/>
    <w:rsid w:val="006E0927"/>
    <w:rsid w:val="00737C07"/>
    <w:rsid w:val="00806542"/>
    <w:rsid w:val="00830A47"/>
    <w:rsid w:val="008C3027"/>
    <w:rsid w:val="0093067E"/>
    <w:rsid w:val="009522C6"/>
    <w:rsid w:val="00A20367"/>
    <w:rsid w:val="00B02AC6"/>
    <w:rsid w:val="00B07B40"/>
    <w:rsid w:val="00B544C6"/>
    <w:rsid w:val="00B56079"/>
    <w:rsid w:val="00B71204"/>
    <w:rsid w:val="00BD35D1"/>
    <w:rsid w:val="00CC322C"/>
    <w:rsid w:val="00CE42D0"/>
    <w:rsid w:val="00D92690"/>
    <w:rsid w:val="00D97DD4"/>
    <w:rsid w:val="00E0528A"/>
    <w:rsid w:val="00E550C4"/>
    <w:rsid w:val="00E577DD"/>
    <w:rsid w:val="00E66B2D"/>
    <w:rsid w:val="00F07526"/>
    <w:rsid w:val="00F35441"/>
    <w:rsid w:val="00F56DC3"/>
    <w:rsid w:val="00F82939"/>
    <w:rsid w:val="00FA48E5"/>
    <w:rsid w:val="00FE7892"/>
    <w:rsid w:val="00FF2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69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D92690"/>
  </w:style>
  <w:style w:type="paragraph" w:styleId="BalloonText">
    <w:name w:val="Balloon Text"/>
    <w:basedOn w:val="Normal"/>
    <w:link w:val="BalloonTextChar"/>
    <w:uiPriority w:val="99"/>
    <w:semiHidden/>
    <w:rsid w:val="00D92690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9269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40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173</Words>
  <Characters>991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Лыжов Ирина Владимировна</dc:creator>
  <cp:keywords/>
  <dc:description/>
  <cp:lastModifiedBy>кей</cp:lastModifiedBy>
  <cp:revision>4</cp:revision>
  <cp:lastPrinted>2018-01-16T05:35:00Z</cp:lastPrinted>
  <dcterms:created xsi:type="dcterms:W3CDTF">2019-01-29T11:38:00Z</dcterms:created>
  <dcterms:modified xsi:type="dcterms:W3CDTF">2019-01-31T12:20:00Z</dcterms:modified>
</cp:coreProperties>
</file>